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1F170A" w:rsidRDefault="00347060" w:rsidP="00646029">
      <w:pPr>
        <w:pStyle w:val="NormalWeb"/>
        <w:spacing w:before="0" w:beforeAutospacing="0" w:after="0" w:afterAutospacing="0"/>
        <w:ind w:firstLine="709"/>
        <w:jc w:val="center"/>
      </w:pPr>
      <w:r w:rsidRPr="001F170A">
        <w:t>Отчет об исполнении муниципального задания</w:t>
      </w:r>
    </w:p>
    <w:p w:rsidR="00347060" w:rsidRPr="001F170A" w:rsidRDefault="00347060" w:rsidP="00646029">
      <w:pPr>
        <w:pStyle w:val="NormalWeb"/>
        <w:spacing w:before="0" w:beforeAutospacing="0" w:after="0" w:afterAutospacing="0"/>
        <w:ind w:firstLine="709"/>
        <w:jc w:val="center"/>
        <w:rPr>
          <w:u w:val="single"/>
        </w:rPr>
      </w:pPr>
      <w:r>
        <w:rPr>
          <w:u w:val="single"/>
        </w:rPr>
        <w:t>с 01.01.2016 по 30.09</w:t>
      </w:r>
      <w:r w:rsidRPr="001F170A">
        <w:rPr>
          <w:u w:val="single"/>
        </w:rPr>
        <w:t>.2016</w:t>
      </w:r>
    </w:p>
    <w:p w:rsidR="00347060" w:rsidRPr="001F170A" w:rsidRDefault="00347060" w:rsidP="00646029">
      <w:pPr>
        <w:pStyle w:val="NormalWeb"/>
        <w:spacing w:before="0" w:beforeAutospacing="0" w:after="0" w:afterAutospacing="0"/>
        <w:ind w:firstLine="709"/>
        <w:jc w:val="center"/>
      </w:pPr>
    </w:p>
    <w:p w:rsidR="00347060" w:rsidRPr="001F170A" w:rsidRDefault="00347060" w:rsidP="00D71AF5">
      <w:pPr>
        <w:pStyle w:val="NormalWeb"/>
        <w:spacing w:before="0" w:beforeAutospacing="0" w:after="0" w:afterAutospacing="0"/>
        <w:ind w:firstLine="709"/>
        <w:jc w:val="right"/>
      </w:pPr>
      <w:r w:rsidRPr="001F170A">
        <w:t>«</w:t>
      </w:r>
      <w:r>
        <w:rPr>
          <w:u w:val="single"/>
        </w:rPr>
        <w:t>25</w:t>
      </w:r>
      <w:r w:rsidRPr="001F170A">
        <w:t xml:space="preserve">» </w:t>
      </w:r>
      <w:r>
        <w:rPr>
          <w:u w:val="single"/>
        </w:rPr>
        <w:t xml:space="preserve">октября </w:t>
      </w:r>
      <w:smartTag w:uri="urn:schemas-microsoft-com:office:smarttags" w:element="metricconverter">
        <w:smartTagPr>
          <w:attr w:name="ProductID" w:val="2016 г"/>
        </w:smartTagPr>
        <w:r w:rsidRPr="001F170A">
          <w:t>2016 г</w:t>
        </w:r>
      </w:smartTag>
      <w:r w:rsidRPr="001F170A">
        <w:t>.</w:t>
      </w:r>
    </w:p>
    <w:p w:rsidR="00347060" w:rsidRPr="001F170A" w:rsidRDefault="00347060" w:rsidP="006D15AC">
      <w:pPr>
        <w:pStyle w:val="NormalWeb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347060" w:rsidRPr="001F170A" w:rsidRDefault="00347060" w:rsidP="006D15AC">
      <w:pPr>
        <w:pStyle w:val="NormalWeb"/>
        <w:spacing w:before="0" w:beforeAutospacing="0" w:after="0" w:afterAutospacing="0"/>
      </w:pPr>
      <w:r w:rsidRPr="001F170A">
        <w:rPr>
          <w:bCs/>
          <w:color w:val="262626"/>
        </w:rPr>
        <w:t>Наименование учреждения</w:t>
      </w:r>
      <w:r w:rsidRPr="001F170A">
        <w:t xml:space="preserve">: </w:t>
      </w:r>
      <w:r w:rsidRPr="001F170A">
        <w:rPr>
          <w:u w:val="single"/>
        </w:rPr>
        <w:t>МБУДО СДМШ</w:t>
      </w:r>
    </w:p>
    <w:p w:rsidR="00347060" w:rsidRPr="001F170A" w:rsidRDefault="00347060" w:rsidP="006D15AC">
      <w:pPr>
        <w:pStyle w:val="NormalWeb"/>
        <w:spacing w:before="0" w:beforeAutospacing="0" w:after="0" w:afterAutospacing="0"/>
        <w:rPr>
          <w:bCs/>
          <w:color w:val="262626"/>
        </w:rPr>
      </w:pPr>
    </w:p>
    <w:p w:rsidR="00347060" w:rsidRPr="001F170A" w:rsidRDefault="00347060" w:rsidP="0029389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color w:val="262626"/>
          <w:sz w:val="24"/>
          <w:szCs w:val="24"/>
        </w:rPr>
        <w:t xml:space="preserve">1. </w:t>
      </w:r>
      <w:r w:rsidRPr="001F170A">
        <w:rPr>
          <w:rFonts w:ascii="Times New Roman" w:hAnsi="Times New Roman"/>
          <w:bCs/>
          <w:color w:val="262626"/>
          <w:sz w:val="24"/>
          <w:szCs w:val="24"/>
        </w:rPr>
        <w:t>Наименование муниципальной услуги</w:t>
      </w:r>
      <w:r w:rsidRPr="001F170A">
        <w:rPr>
          <w:rFonts w:ascii="Times New Roman" w:hAnsi="Times New Roman"/>
          <w:sz w:val="24"/>
          <w:szCs w:val="24"/>
        </w:rPr>
        <w:t>:</w:t>
      </w:r>
      <w:r w:rsidRPr="001F170A">
        <w:rPr>
          <w:rFonts w:ascii="Times New Roman" w:hAnsi="Times New Roman"/>
          <w:color w:val="FFFFFF"/>
          <w:sz w:val="24"/>
          <w:szCs w:val="24"/>
          <w:u w:val="single"/>
        </w:rPr>
        <w:t>г</w:t>
      </w:r>
      <w:r w:rsidRPr="001F170A">
        <w:rPr>
          <w:rFonts w:ascii="Times New Roman" w:hAnsi="Times New Roman"/>
          <w:sz w:val="24"/>
          <w:szCs w:val="24"/>
        </w:rPr>
        <w:t xml:space="preserve"> </w:t>
      </w:r>
      <w:r w:rsidRPr="001F170A">
        <w:rPr>
          <w:rFonts w:ascii="Times New Roman" w:hAnsi="Times New Roman"/>
          <w:sz w:val="24"/>
          <w:szCs w:val="24"/>
          <w:u w:val="single"/>
        </w:rPr>
        <w:t>Реализация дополнительных общеобразовательных общеразвивающих программ</w:t>
      </w:r>
    </w:p>
    <w:p w:rsidR="00347060" w:rsidRPr="005B7CB9" w:rsidRDefault="00347060" w:rsidP="00F3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5"/>
        <w:gridCol w:w="1043"/>
        <w:gridCol w:w="1715"/>
        <w:gridCol w:w="1249"/>
        <w:gridCol w:w="1508"/>
        <w:gridCol w:w="1874"/>
      </w:tblGrid>
      <w:tr w:rsidR="00347060" w:rsidRPr="00B46A66" w:rsidTr="001F170A">
        <w:trPr>
          <w:trHeight w:val="556"/>
        </w:trPr>
        <w:tc>
          <w:tcPr>
            <w:tcW w:w="1251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9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87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Значение, утвержденное в муниципальном задании </w:t>
            </w:r>
          </w:p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46A66">
                <w:rPr>
                  <w:rFonts w:ascii="Times New Roman" w:hAnsi="Times New Roman"/>
                  <w:color w:val="000000"/>
                  <w:sz w:val="20"/>
                  <w:szCs w:val="20"/>
                </w:rPr>
                <w:t>2016 г</w:t>
              </w:r>
            </w:smartTag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34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765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95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347060" w:rsidRPr="00B46A66" w:rsidTr="001F170A">
        <w:tc>
          <w:tcPr>
            <w:tcW w:w="1251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ставших лауреатами, дипломантами различного уровня конкурсов и фестивалей</w:t>
            </w:r>
          </w:p>
        </w:tc>
        <w:tc>
          <w:tcPr>
            <w:tcW w:w="529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70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не менее 10%</w:t>
            </w:r>
          </w:p>
        </w:tc>
        <w:tc>
          <w:tcPr>
            <w:tcW w:w="634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195/320*100=60,9</w:t>
            </w:r>
          </w:p>
        </w:tc>
        <w:tc>
          <w:tcPr>
            <w:tcW w:w="765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Дипломы, грамоты, благодарственные письма, протоколы конкурсов, годовые отчёты учреждения</w:t>
            </w:r>
          </w:p>
        </w:tc>
      </w:tr>
      <w:tr w:rsidR="00347060" w:rsidRPr="00B46A66" w:rsidTr="001F170A">
        <w:tc>
          <w:tcPr>
            <w:tcW w:w="1251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 успешно осваивающих общеразвивающие программы</w:t>
            </w:r>
          </w:p>
        </w:tc>
        <w:tc>
          <w:tcPr>
            <w:tcW w:w="529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70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не менее 80%</w:t>
            </w:r>
          </w:p>
        </w:tc>
        <w:tc>
          <w:tcPr>
            <w:tcW w:w="634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765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 числе обучающихся 325 (с 01.01.2016 по 30.06.2016)</w:t>
            </w:r>
          </w:p>
        </w:tc>
        <w:tc>
          <w:tcPr>
            <w:tcW w:w="952" w:type="pct"/>
            <w:vAlign w:val="center"/>
          </w:tcPr>
          <w:p w:rsidR="00347060" w:rsidRPr="00B46A66" w:rsidRDefault="00347060" w:rsidP="00F33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Общешкольная ведомость учёта успеваемости учащихся</w:t>
            </w:r>
          </w:p>
        </w:tc>
      </w:tr>
      <w:tr w:rsidR="00347060" w:rsidRPr="00B46A66" w:rsidTr="001F170A">
        <w:tc>
          <w:tcPr>
            <w:tcW w:w="1251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Доля выпускников, поступивших в ССУЗы и ВУЗы</w:t>
            </w:r>
          </w:p>
        </w:tc>
        <w:tc>
          <w:tcPr>
            <w:tcW w:w="529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70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до 10%</w:t>
            </w:r>
          </w:p>
        </w:tc>
        <w:tc>
          <w:tcPr>
            <w:tcW w:w="634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3/50*100=0,36</w:t>
            </w:r>
          </w:p>
        </w:tc>
        <w:tc>
          <w:tcPr>
            <w:tcW w:w="765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Зачисление в ССУЗы и ВУЗы производится в августе</w:t>
            </w:r>
          </w:p>
        </w:tc>
        <w:tc>
          <w:tcPr>
            <w:tcW w:w="952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учреждения</w:t>
            </w:r>
          </w:p>
        </w:tc>
      </w:tr>
      <w:tr w:rsidR="00347060" w:rsidRPr="00B46A66" w:rsidTr="001F170A">
        <w:tc>
          <w:tcPr>
            <w:tcW w:w="1251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529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0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34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765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учреждения</w:t>
            </w:r>
          </w:p>
        </w:tc>
      </w:tr>
      <w:tr w:rsidR="00347060" w:rsidRPr="00B46A66" w:rsidTr="001F170A">
        <w:tc>
          <w:tcPr>
            <w:tcW w:w="1251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постоянный состав</w:t>
            </w:r>
          </w:p>
        </w:tc>
        <w:tc>
          <w:tcPr>
            <w:tcW w:w="529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0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34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765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учреждения</w:t>
            </w:r>
          </w:p>
        </w:tc>
      </w:tr>
      <w:tr w:rsidR="00347060" w:rsidRPr="00B46A66" w:rsidTr="001F170A">
        <w:tc>
          <w:tcPr>
            <w:tcW w:w="1251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переменный состав</w:t>
            </w:r>
          </w:p>
        </w:tc>
        <w:tc>
          <w:tcPr>
            <w:tcW w:w="529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0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34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765" w:type="pct"/>
            <w:vAlign w:val="center"/>
          </w:tcPr>
          <w:p w:rsidR="00347060" w:rsidRPr="00B46A66" w:rsidRDefault="00347060" w:rsidP="00546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347060" w:rsidRPr="00B46A66" w:rsidRDefault="00347060" w:rsidP="00546E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учреждения</w:t>
            </w:r>
          </w:p>
        </w:tc>
      </w:tr>
    </w:tbl>
    <w:p w:rsidR="00347060" w:rsidRPr="0029389D" w:rsidRDefault="00347060" w:rsidP="00546E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/>
          <w:sz w:val="24"/>
          <w:szCs w:val="24"/>
        </w:rPr>
      </w:pPr>
    </w:p>
    <w:p w:rsidR="00347060" w:rsidRPr="0029389D" w:rsidRDefault="00347060" w:rsidP="0029389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color w:val="262626"/>
          <w:sz w:val="24"/>
          <w:szCs w:val="24"/>
        </w:rPr>
        <w:t xml:space="preserve">2. </w:t>
      </w:r>
      <w:r w:rsidRPr="0029389D">
        <w:rPr>
          <w:rFonts w:ascii="Times New Roman" w:hAnsi="Times New Roman"/>
          <w:bCs/>
          <w:color w:val="262626"/>
          <w:sz w:val="24"/>
          <w:szCs w:val="24"/>
        </w:rPr>
        <w:t>Наименование муниципальной услуги</w:t>
      </w:r>
      <w:r w:rsidRPr="0029389D">
        <w:rPr>
          <w:rFonts w:ascii="Times New Roman" w:hAnsi="Times New Roman"/>
          <w:sz w:val="24"/>
          <w:szCs w:val="24"/>
        </w:rPr>
        <w:t>:</w:t>
      </w:r>
      <w:r w:rsidRPr="0029389D">
        <w:rPr>
          <w:rFonts w:ascii="Times New Roman" w:hAnsi="Times New Roman"/>
          <w:color w:val="FFFFFF"/>
          <w:sz w:val="24"/>
          <w:szCs w:val="24"/>
          <w:u w:val="single"/>
        </w:rPr>
        <w:t>г</w:t>
      </w:r>
      <w:r w:rsidRPr="0029389D">
        <w:rPr>
          <w:rFonts w:ascii="Times New Roman" w:hAnsi="Times New Roman"/>
          <w:sz w:val="24"/>
          <w:szCs w:val="24"/>
        </w:rPr>
        <w:t xml:space="preserve"> </w:t>
      </w:r>
      <w:r w:rsidRPr="0029389D">
        <w:rPr>
          <w:rFonts w:ascii="Times New Roman" w:hAnsi="Times New Roman"/>
          <w:sz w:val="24"/>
          <w:szCs w:val="24"/>
          <w:u w:val="single"/>
        </w:rPr>
        <w:t>Реализация дополнительных общеобразовательных предпрофессиональных программ</w:t>
      </w:r>
    </w:p>
    <w:p w:rsidR="00347060" w:rsidRPr="005B7CB9" w:rsidRDefault="00347060" w:rsidP="001F1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9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4"/>
        <w:gridCol w:w="1001"/>
        <w:gridCol w:w="1811"/>
        <w:gridCol w:w="1280"/>
        <w:gridCol w:w="1456"/>
        <w:gridCol w:w="1831"/>
      </w:tblGrid>
      <w:tr w:rsidR="00347060" w:rsidRPr="00B46A66" w:rsidTr="0029389D">
        <w:trPr>
          <w:trHeight w:val="556"/>
        </w:trPr>
        <w:tc>
          <w:tcPr>
            <w:tcW w:w="124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1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23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Значение, утвержденное в муниципальном задании </w:t>
            </w:r>
          </w:p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46A66">
                <w:rPr>
                  <w:rFonts w:ascii="Times New Roman" w:hAnsi="Times New Roman"/>
                  <w:color w:val="000000"/>
                  <w:sz w:val="20"/>
                  <w:szCs w:val="20"/>
                </w:rPr>
                <w:t>2016 г</w:t>
              </w:r>
            </w:smartTag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74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933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347060" w:rsidRPr="00B46A66" w:rsidTr="0029389D">
        <w:tc>
          <w:tcPr>
            <w:tcW w:w="124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ставших лауреатами, дипломантами различного уровня конкурсов и фестивалей</w:t>
            </w:r>
          </w:p>
        </w:tc>
        <w:tc>
          <w:tcPr>
            <w:tcW w:w="51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23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не менее 10%</w:t>
            </w:r>
          </w:p>
        </w:tc>
        <w:tc>
          <w:tcPr>
            <w:tcW w:w="65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36/50*100=72</w:t>
            </w:r>
          </w:p>
        </w:tc>
        <w:tc>
          <w:tcPr>
            <w:tcW w:w="74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Дипломы, грамоты, благодарственные письма, протоколы конкурсов, годовые отчёты учреждения</w:t>
            </w:r>
          </w:p>
        </w:tc>
      </w:tr>
      <w:tr w:rsidR="00347060" w:rsidRPr="00B46A66" w:rsidTr="0029389D">
        <w:tc>
          <w:tcPr>
            <w:tcW w:w="124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 успешно осваивающих предпрофессиональные программы</w:t>
            </w:r>
          </w:p>
        </w:tc>
        <w:tc>
          <w:tcPr>
            <w:tcW w:w="51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23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не менее 80%</w:t>
            </w:r>
          </w:p>
        </w:tc>
        <w:tc>
          <w:tcPr>
            <w:tcW w:w="65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Общешкольная ведомость учёта успеваемости учащихся</w:t>
            </w:r>
          </w:p>
        </w:tc>
      </w:tr>
      <w:tr w:rsidR="00347060" w:rsidRPr="00B46A66" w:rsidTr="0029389D">
        <w:tc>
          <w:tcPr>
            <w:tcW w:w="124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Доля выпускников, поступивших в ССУЗы и ВУЗы*</w:t>
            </w:r>
          </w:p>
        </w:tc>
        <w:tc>
          <w:tcPr>
            <w:tcW w:w="51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23" w:type="pct"/>
            <w:vAlign w:val="center"/>
          </w:tcPr>
          <w:p w:rsidR="00347060" w:rsidRPr="00B46A66" w:rsidRDefault="00347060" w:rsidP="00293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4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3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учреждения</w:t>
            </w:r>
          </w:p>
        </w:tc>
      </w:tr>
      <w:tr w:rsidR="00347060" w:rsidRPr="00B46A66" w:rsidTr="0029389D">
        <w:tc>
          <w:tcPr>
            <w:tcW w:w="124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510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23" w:type="pct"/>
            <w:vAlign w:val="center"/>
          </w:tcPr>
          <w:p w:rsidR="00347060" w:rsidRPr="00B46A66" w:rsidRDefault="00347060" w:rsidP="00293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5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2" w:type="pct"/>
            <w:vAlign w:val="center"/>
          </w:tcPr>
          <w:p w:rsidR="00347060" w:rsidRPr="00B46A66" w:rsidRDefault="00347060" w:rsidP="0029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:rsidR="00347060" w:rsidRPr="00B46A66" w:rsidRDefault="00347060" w:rsidP="00293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6A66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учреждения</w:t>
            </w:r>
          </w:p>
        </w:tc>
      </w:tr>
    </w:tbl>
    <w:p w:rsidR="00347060" w:rsidRPr="0029389D" w:rsidRDefault="00347060" w:rsidP="0029389D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9389D">
        <w:rPr>
          <w:rFonts w:ascii="Times New Roman" w:hAnsi="Times New Roman"/>
          <w:color w:val="000000"/>
          <w:sz w:val="20"/>
          <w:szCs w:val="20"/>
        </w:rPr>
        <w:t>* Первый выпуск учащихся по дополнительным общеобразовательным предпрофессиональн</w:t>
      </w:r>
      <w:r>
        <w:rPr>
          <w:rFonts w:ascii="Times New Roman" w:hAnsi="Times New Roman"/>
          <w:color w:val="000000"/>
          <w:sz w:val="20"/>
          <w:szCs w:val="20"/>
        </w:rPr>
        <w:t>ым программам планируется в 2021</w:t>
      </w:r>
      <w:r w:rsidRPr="0029389D">
        <w:rPr>
          <w:rFonts w:ascii="Times New Roman" w:hAnsi="Times New Roman"/>
          <w:color w:val="000000"/>
          <w:sz w:val="20"/>
          <w:szCs w:val="20"/>
        </w:rPr>
        <w:t xml:space="preserve"> году.</w:t>
      </w:r>
    </w:p>
    <w:p w:rsidR="00347060" w:rsidRDefault="00347060" w:rsidP="002938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785"/>
        <w:gridCol w:w="4962"/>
      </w:tblGrid>
      <w:tr w:rsidR="00347060" w:rsidRPr="00B46A66" w:rsidTr="00B46A66">
        <w:tc>
          <w:tcPr>
            <w:tcW w:w="4785" w:type="dxa"/>
          </w:tcPr>
          <w:p w:rsidR="00347060" w:rsidRPr="00B46A66" w:rsidRDefault="00347060" w:rsidP="00B46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66">
              <w:rPr>
                <w:rFonts w:ascii="Times New Roman" w:hAnsi="Times New Roman"/>
                <w:sz w:val="24"/>
                <w:szCs w:val="24"/>
              </w:rPr>
              <w:t xml:space="preserve">Директор МБУДО СДМШ  </w:t>
            </w:r>
            <w:r w:rsidRPr="00B46A66">
              <w:rPr>
                <w:rFonts w:ascii="Times New Roman" w:hAnsi="Times New Roman"/>
                <w:color w:val="FFFFFF"/>
                <w:sz w:val="24"/>
                <w:szCs w:val="24"/>
              </w:rPr>
              <w:t>г</w:t>
            </w:r>
          </w:p>
        </w:tc>
        <w:tc>
          <w:tcPr>
            <w:tcW w:w="4962" w:type="dxa"/>
          </w:tcPr>
          <w:p w:rsidR="00347060" w:rsidRPr="00B46A66" w:rsidRDefault="00347060" w:rsidP="00B46A66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6A66">
              <w:rPr>
                <w:rFonts w:ascii="Times New Roman" w:hAnsi="Times New Roman"/>
                <w:sz w:val="24"/>
                <w:szCs w:val="24"/>
              </w:rPr>
              <w:t>Т.А. Золотухина</w:t>
            </w:r>
          </w:p>
        </w:tc>
      </w:tr>
    </w:tbl>
    <w:p w:rsidR="00347060" w:rsidRDefault="00347060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7060" w:rsidSect="00E50EE0">
      <w:headerReference w:type="default" r:id="rId7"/>
      <w:pgSz w:w="11906" w:h="16838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060" w:rsidRDefault="00347060" w:rsidP="004400AD">
      <w:pPr>
        <w:spacing w:after="0" w:line="240" w:lineRule="auto"/>
      </w:pPr>
      <w:r>
        <w:separator/>
      </w:r>
    </w:p>
  </w:endnote>
  <w:endnote w:type="continuationSeparator" w:id="1">
    <w:p w:rsidR="00347060" w:rsidRDefault="00347060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060" w:rsidRDefault="00347060" w:rsidP="004400AD">
      <w:pPr>
        <w:spacing w:after="0" w:line="240" w:lineRule="auto"/>
      </w:pPr>
      <w:r>
        <w:separator/>
      </w:r>
    </w:p>
  </w:footnote>
  <w:footnote w:type="continuationSeparator" w:id="1">
    <w:p w:rsidR="00347060" w:rsidRDefault="00347060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060" w:rsidRDefault="00347060">
    <w:pPr>
      <w:pStyle w:val="Header"/>
      <w:jc w:val="center"/>
    </w:pPr>
    <w:r w:rsidRPr="004400AD">
      <w:rPr>
        <w:rFonts w:ascii="Times New Roman" w:hAnsi="Times New Roman"/>
        <w:sz w:val="24"/>
        <w:szCs w:val="24"/>
      </w:rPr>
      <w:fldChar w:fldCharType="begin"/>
    </w:r>
    <w:r w:rsidRPr="004400AD">
      <w:rPr>
        <w:rFonts w:ascii="Times New Roman" w:hAnsi="Times New Roman"/>
        <w:sz w:val="24"/>
        <w:szCs w:val="24"/>
      </w:rPr>
      <w:instrText>PAGE   \* MERGEFORMAT</w:instrText>
    </w:r>
    <w:r w:rsidRPr="004400AD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4400AD">
      <w:rPr>
        <w:rFonts w:ascii="Times New Roman" w:hAnsi="Times New Roman"/>
        <w:sz w:val="24"/>
        <w:szCs w:val="24"/>
      </w:rPr>
      <w:fldChar w:fldCharType="end"/>
    </w:r>
  </w:p>
  <w:p w:rsidR="00347060" w:rsidRDefault="003470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1B0"/>
    <w:rsid w:val="000173BF"/>
    <w:rsid w:val="000673F1"/>
    <w:rsid w:val="00072E92"/>
    <w:rsid w:val="00076881"/>
    <w:rsid w:val="000A6569"/>
    <w:rsid w:val="000E2E6D"/>
    <w:rsid w:val="00100B9E"/>
    <w:rsid w:val="00104678"/>
    <w:rsid w:val="00104773"/>
    <w:rsid w:val="00153AC6"/>
    <w:rsid w:val="00164F2B"/>
    <w:rsid w:val="001B415A"/>
    <w:rsid w:val="001F170A"/>
    <w:rsid w:val="001F21B0"/>
    <w:rsid w:val="00246B20"/>
    <w:rsid w:val="0026014E"/>
    <w:rsid w:val="00286CB4"/>
    <w:rsid w:val="002873CA"/>
    <w:rsid w:val="00291261"/>
    <w:rsid w:val="0029389D"/>
    <w:rsid w:val="002C4CE0"/>
    <w:rsid w:val="00311016"/>
    <w:rsid w:val="00335FFA"/>
    <w:rsid w:val="003409F8"/>
    <w:rsid w:val="00347060"/>
    <w:rsid w:val="0035400F"/>
    <w:rsid w:val="003666A1"/>
    <w:rsid w:val="003B14BF"/>
    <w:rsid w:val="003B6C9A"/>
    <w:rsid w:val="003E7FAB"/>
    <w:rsid w:val="00434028"/>
    <w:rsid w:val="004400AD"/>
    <w:rsid w:val="00494527"/>
    <w:rsid w:val="004A6676"/>
    <w:rsid w:val="004B1E05"/>
    <w:rsid w:val="004B59FA"/>
    <w:rsid w:val="004C282C"/>
    <w:rsid w:val="00541288"/>
    <w:rsid w:val="00546ECE"/>
    <w:rsid w:val="00590D36"/>
    <w:rsid w:val="005A610F"/>
    <w:rsid w:val="005B7CB9"/>
    <w:rsid w:val="005D229E"/>
    <w:rsid w:val="005E36C3"/>
    <w:rsid w:val="00646029"/>
    <w:rsid w:val="00657C8F"/>
    <w:rsid w:val="00684F38"/>
    <w:rsid w:val="006956C6"/>
    <w:rsid w:val="006D15AC"/>
    <w:rsid w:val="006E4D40"/>
    <w:rsid w:val="007408D9"/>
    <w:rsid w:val="007544D0"/>
    <w:rsid w:val="007A544D"/>
    <w:rsid w:val="0082153A"/>
    <w:rsid w:val="008432A8"/>
    <w:rsid w:val="00882E18"/>
    <w:rsid w:val="00884C71"/>
    <w:rsid w:val="008A4D75"/>
    <w:rsid w:val="008C619E"/>
    <w:rsid w:val="008E16DD"/>
    <w:rsid w:val="00913F85"/>
    <w:rsid w:val="00924900"/>
    <w:rsid w:val="00946C2C"/>
    <w:rsid w:val="00952322"/>
    <w:rsid w:val="009667FF"/>
    <w:rsid w:val="009B1A7E"/>
    <w:rsid w:val="009B5294"/>
    <w:rsid w:val="009C4C76"/>
    <w:rsid w:val="009C52F4"/>
    <w:rsid w:val="009F4B0A"/>
    <w:rsid w:val="00A04454"/>
    <w:rsid w:val="00A23E5B"/>
    <w:rsid w:val="00A41736"/>
    <w:rsid w:val="00A62A6B"/>
    <w:rsid w:val="00A7118A"/>
    <w:rsid w:val="00AE16FB"/>
    <w:rsid w:val="00AE29D6"/>
    <w:rsid w:val="00AF2C1D"/>
    <w:rsid w:val="00B04A78"/>
    <w:rsid w:val="00B3286B"/>
    <w:rsid w:val="00B46A66"/>
    <w:rsid w:val="00BD0C06"/>
    <w:rsid w:val="00C05074"/>
    <w:rsid w:val="00C13F2E"/>
    <w:rsid w:val="00C367AE"/>
    <w:rsid w:val="00C40E9E"/>
    <w:rsid w:val="00C63107"/>
    <w:rsid w:val="00C968F1"/>
    <w:rsid w:val="00CE4C15"/>
    <w:rsid w:val="00D254F4"/>
    <w:rsid w:val="00D64192"/>
    <w:rsid w:val="00D660E2"/>
    <w:rsid w:val="00D71AF5"/>
    <w:rsid w:val="00D72DAB"/>
    <w:rsid w:val="00E36F8E"/>
    <w:rsid w:val="00E40C95"/>
    <w:rsid w:val="00E50EE0"/>
    <w:rsid w:val="00E61AB5"/>
    <w:rsid w:val="00EC1F05"/>
    <w:rsid w:val="00EE0F83"/>
    <w:rsid w:val="00EF480A"/>
    <w:rsid w:val="00F23897"/>
    <w:rsid w:val="00F332A3"/>
    <w:rsid w:val="00F44B5B"/>
    <w:rsid w:val="00F55F93"/>
    <w:rsid w:val="00F737E4"/>
    <w:rsid w:val="00F73E55"/>
    <w:rsid w:val="00F925BA"/>
    <w:rsid w:val="00FB5110"/>
    <w:rsid w:val="00FD19EB"/>
    <w:rsid w:val="00FF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90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lockText">
    <w:name w:val="Block Text"/>
    <w:basedOn w:val="Normal"/>
    <w:uiPriority w:val="99"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6956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400A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400AD"/>
    <w:rPr>
      <w:rFonts w:cs="Times New Roman"/>
    </w:rPr>
  </w:style>
  <w:style w:type="paragraph" w:customStyle="1" w:styleId="ConsPlusNormal">
    <w:name w:val="ConsPlusNormal"/>
    <w:uiPriority w:val="99"/>
    <w:rsid w:val="00AE16F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style-span">
    <w:name w:val="apple-style-span"/>
    <w:uiPriority w:val="99"/>
    <w:rsid w:val="009C4C76"/>
  </w:style>
  <w:style w:type="paragraph" w:styleId="ListParagraph">
    <w:name w:val="List Paragraph"/>
    <w:basedOn w:val="Normal"/>
    <w:uiPriority w:val="99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39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317</TotalTime>
  <Pages>2</Pages>
  <Words>323</Words>
  <Characters>1844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В.. Ямщикова</dc:creator>
  <cp:keywords/>
  <dc:description/>
  <cp:lastModifiedBy>Computer</cp:lastModifiedBy>
  <cp:revision>58</cp:revision>
  <cp:lastPrinted>2016-10-26T09:49:00Z</cp:lastPrinted>
  <dcterms:created xsi:type="dcterms:W3CDTF">2015-01-13T08:24:00Z</dcterms:created>
  <dcterms:modified xsi:type="dcterms:W3CDTF">2016-10-26T10:06:00Z</dcterms:modified>
</cp:coreProperties>
</file>